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28" w:type="dxa"/>
        <w:tblInd w:w="-1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228"/>
        <w:gridCol w:w="4500"/>
      </w:tblGrid>
      <w:tr w:rsidR="00475108" w:rsidTr="00475108">
        <w:trPr>
          <w:trHeight w:val="3250"/>
        </w:trPr>
        <w:tc>
          <w:tcPr>
            <w:tcW w:w="6228" w:type="dxa"/>
          </w:tcPr>
          <w:p w:rsidR="00475108" w:rsidRDefault="00475108" w:rsidP="00521BF6">
            <w:pPr>
              <w:jc w:val="center"/>
            </w:pPr>
            <w:r>
              <w:t>Российская Федерация</w:t>
            </w:r>
          </w:p>
          <w:p w:rsidR="00475108" w:rsidRDefault="00475108" w:rsidP="00521BF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Муниципальное бюджетное </w:t>
            </w:r>
          </w:p>
          <w:p w:rsidR="00475108" w:rsidRDefault="00475108" w:rsidP="00521BF6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учреждение</w:t>
            </w:r>
          </w:p>
          <w:p w:rsidR="00475108" w:rsidRDefault="00475108" w:rsidP="00521BF6">
            <w:pPr>
              <w:jc w:val="center"/>
              <w:rPr>
                <w:b/>
              </w:rPr>
            </w:pPr>
            <w:r>
              <w:rPr>
                <w:b/>
              </w:rPr>
              <w:t>«Средняя общеобразовательная</w:t>
            </w:r>
          </w:p>
          <w:p w:rsidR="00475108" w:rsidRDefault="00475108" w:rsidP="00521BF6">
            <w:pPr>
              <w:jc w:val="center"/>
              <w:rPr>
                <w:b/>
              </w:rPr>
            </w:pPr>
            <w:r>
              <w:rPr>
                <w:b/>
              </w:rPr>
              <w:t>школа № 21»</w:t>
            </w:r>
          </w:p>
          <w:p w:rsidR="00475108" w:rsidRDefault="00475108" w:rsidP="00521BF6">
            <w:pPr>
              <w:jc w:val="center"/>
            </w:pPr>
            <w:r>
              <w:t>164500, Архангельская обл.,</w:t>
            </w:r>
          </w:p>
          <w:p w:rsidR="00475108" w:rsidRDefault="00475108" w:rsidP="00521BF6">
            <w:pPr>
              <w:jc w:val="center"/>
            </w:pPr>
            <w:r>
              <w:t>г. Северодвинск,</w:t>
            </w:r>
          </w:p>
          <w:p w:rsidR="00475108" w:rsidRDefault="00475108" w:rsidP="00521BF6">
            <w:pPr>
              <w:jc w:val="center"/>
            </w:pPr>
            <w:r>
              <w:t>ул. Серго Орджоникидзе, 15</w:t>
            </w:r>
          </w:p>
          <w:p w:rsidR="00475108" w:rsidRPr="00ED2BE2" w:rsidRDefault="00475108" w:rsidP="00521BF6">
            <w:pPr>
              <w:jc w:val="center"/>
              <w:rPr>
                <w:lang w:val="en-US"/>
              </w:rPr>
            </w:pPr>
            <w:proofErr w:type="gramStart"/>
            <w:r>
              <w:rPr>
                <w:spacing w:val="-14"/>
              </w:rPr>
              <w:t>е</w:t>
            </w:r>
            <w:proofErr w:type="gramEnd"/>
            <w:r w:rsidRPr="00ED2BE2">
              <w:rPr>
                <w:spacing w:val="-14"/>
                <w:lang w:val="en-US"/>
              </w:rPr>
              <w:t>-</w:t>
            </w:r>
            <w:r>
              <w:rPr>
                <w:spacing w:val="-14"/>
                <w:lang w:val="en-US"/>
              </w:rPr>
              <w:t>mail</w:t>
            </w:r>
            <w:r w:rsidRPr="00ED2BE2">
              <w:rPr>
                <w:spacing w:val="-14"/>
                <w:lang w:val="en-US"/>
              </w:rPr>
              <w:t>:</w:t>
            </w:r>
            <w:r w:rsidRPr="00ED2BE2">
              <w:rPr>
                <w:lang w:val="en-US"/>
              </w:rPr>
              <w:t xml:space="preserve"> </w:t>
            </w:r>
            <w:r>
              <w:rPr>
                <w:lang w:val="en-US"/>
              </w:rPr>
              <w:t>school</w:t>
            </w:r>
            <w:r w:rsidRPr="00ED2BE2">
              <w:rPr>
                <w:lang w:val="en-US"/>
              </w:rPr>
              <w:t>21</w:t>
            </w:r>
            <w:r>
              <w:rPr>
                <w:lang w:val="en-US"/>
              </w:rPr>
              <w:t>edu</w:t>
            </w:r>
            <w:r w:rsidRPr="00ED2BE2">
              <w:rPr>
                <w:lang w:val="en-US"/>
              </w:rPr>
              <w:t>@</w:t>
            </w:r>
            <w:r>
              <w:rPr>
                <w:lang w:val="en-US"/>
              </w:rPr>
              <w:t>mail</w:t>
            </w:r>
            <w:r w:rsidRPr="00ED2BE2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475108" w:rsidRPr="00ED2BE2" w:rsidRDefault="00475108" w:rsidP="00521BF6">
            <w:pPr>
              <w:jc w:val="center"/>
              <w:rPr>
                <w:lang w:val="en-US"/>
              </w:rPr>
            </w:pPr>
            <w:r>
              <w:t>факс</w:t>
            </w:r>
            <w:r w:rsidRPr="00ED2BE2">
              <w:rPr>
                <w:lang w:val="en-US"/>
              </w:rPr>
              <w:t xml:space="preserve"> </w:t>
            </w:r>
            <w:r w:rsidRPr="00ED2BE2">
              <w:rPr>
                <w:spacing w:val="-13"/>
                <w:lang w:val="en-US"/>
              </w:rPr>
              <w:t>8 (8184) 5</w:t>
            </w:r>
            <w:r w:rsidRPr="00ED2BE2">
              <w:rPr>
                <w:lang w:val="en-US"/>
              </w:rPr>
              <w:t>3-18-13</w:t>
            </w:r>
          </w:p>
          <w:p w:rsidR="00475108" w:rsidRDefault="00475108" w:rsidP="00521BF6">
            <w:pPr>
              <w:jc w:val="center"/>
            </w:pPr>
            <w:r>
              <w:t xml:space="preserve">тел. 53-05-35     </w:t>
            </w:r>
          </w:p>
          <w:p w:rsidR="00475108" w:rsidRPr="00130528" w:rsidRDefault="00475108" w:rsidP="00521BF6">
            <w:pPr>
              <w:jc w:val="center"/>
            </w:pPr>
            <w:r>
              <w:rPr>
                <w:u w:val="single"/>
              </w:rPr>
              <w:t>18.12.2014</w:t>
            </w:r>
            <w:r>
              <w:t xml:space="preserve">  № _</w:t>
            </w:r>
            <w:r w:rsidRPr="00BA2592">
              <w:rPr>
                <w:u w:val="single"/>
              </w:rPr>
              <w:t>01-38-</w:t>
            </w:r>
            <w:r w:rsidR="00E409A3">
              <w:rPr>
                <w:u w:val="single"/>
              </w:rPr>
              <w:t>382</w:t>
            </w:r>
          </w:p>
          <w:p w:rsidR="00475108" w:rsidRDefault="00475108" w:rsidP="00521BF6">
            <w:pPr>
              <w:jc w:val="center"/>
            </w:pPr>
          </w:p>
          <w:p w:rsidR="00475108" w:rsidRDefault="00475108" w:rsidP="00521BF6">
            <w:pPr>
              <w:spacing w:line="360" w:lineRule="auto"/>
              <w:jc w:val="center"/>
            </w:pPr>
            <w:r>
              <w:t>На № ___________ от ____________</w:t>
            </w:r>
          </w:p>
        </w:tc>
        <w:tc>
          <w:tcPr>
            <w:tcW w:w="4500" w:type="dxa"/>
          </w:tcPr>
          <w:p w:rsidR="00475108" w:rsidRDefault="00475108" w:rsidP="00521BF6">
            <w:pPr>
              <w:ind w:left="-108"/>
              <w:jc w:val="right"/>
              <w:rPr>
                <w:b/>
              </w:rPr>
            </w:pPr>
            <w:r>
              <w:rPr>
                <w:b/>
              </w:rPr>
              <w:t xml:space="preserve">Начальнику </w:t>
            </w:r>
          </w:p>
          <w:p w:rsidR="00475108" w:rsidRDefault="00475108" w:rsidP="00521BF6">
            <w:pPr>
              <w:ind w:left="-108"/>
              <w:jc w:val="right"/>
              <w:rPr>
                <w:b/>
              </w:rPr>
            </w:pPr>
            <w:r>
              <w:rPr>
                <w:b/>
              </w:rPr>
              <w:t>Управления образования</w:t>
            </w:r>
          </w:p>
          <w:p w:rsidR="00475108" w:rsidRDefault="00475108" w:rsidP="00521BF6">
            <w:pPr>
              <w:ind w:left="-108"/>
              <w:jc w:val="right"/>
              <w:rPr>
                <w:b/>
              </w:rPr>
            </w:pPr>
            <w:r>
              <w:rPr>
                <w:b/>
              </w:rPr>
              <w:t>МО «Северодвинск»</w:t>
            </w:r>
          </w:p>
          <w:p w:rsidR="00475108" w:rsidRDefault="00475108" w:rsidP="00521BF6">
            <w:pPr>
              <w:ind w:left="-108"/>
              <w:jc w:val="right"/>
              <w:rPr>
                <w:b/>
              </w:rPr>
            </w:pPr>
            <w:r>
              <w:rPr>
                <w:b/>
              </w:rPr>
              <w:t>С.Г.Попе</w:t>
            </w:r>
          </w:p>
          <w:p w:rsidR="00475108" w:rsidRDefault="00475108" w:rsidP="00521BF6">
            <w:pPr>
              <w:ind w:left="-108"/>
              <w:jc w:val="right"/>
              <w:rPr>
                <w:b/>
              </w:rPr>
            </w:pPr>
          </w:p>
          <w:p w:rsidR="00475108" w:rsidRPr="00475108" w:rsidRDefault="00475108" w:rsidP="00475108">
            <w:pPr>
              <w:ind w:left="4434"/>
              <w:jc w:val="right"/>
              <w:rPr>
                <w:b/>
              </w:rPr>
            </w:pPr>
            <w:r>
              <w:rPr>
                <w:b/>
              </w:rPr>
              <w:t>МО «Север</w:t>
            </w:r>
          </w:p>
        </w:tc>
      </w:tr>
    </w:tbl>
    <w:p w:rsidR="00475108" w:rsidRDefault="00475108"/>
    <w:p w:rsidR="00475108" w:rsidRDefault="00475108" w:rsidP="00475108">
      <w:pPr>
        <w:tabs>
          <w:tab w:val="left" w:pos="34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Мероприятия, приуроченные к Международному дню борьбы с коррупцией, </w:t>
      </w:r>
    </w:p>
    <w:p w:rsidR="00000000" w:rsidRDefault="00475108" w:rsidP="00475108">
      <w:pPr>
        <w:tabs>
          <w:tab w:val="left" w:pos="34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проведенные в МБОУ «СОШ №21»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4110"/>
        <w:gridCol w:w="2127"/>
        <w:gridCol w:w="2659"/>
      </w:tblGrid>
      <w:tr w:rsidR="00475108" w:rsidTr="00400822">
        <w:tc>
          <w:tcPr>
            <w:tcW w:w="675" w:type="dxa"/>
          </w:tcPr>
          <w:p w:rsidR="00475108" w:rsidRDefault="00475108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475108" w:rsidRDefault="00475108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проведенных мероприятий по профилактическим </w:t>
            </w:r>
            <w:proofErr w:type="spellStart"/>
            <w:r>
              <w:rPr>
                <w:sz w:val="24"/>
                <w:szCs w:val="24"/>
              </w:rPr>
              <w:t>антикоррупционным</w:t>
            </w:r>
            <w:proofErr w:type="spellEnd"/>
            <w:r>
              <w:rPr>
                <w:sz w:val="24"/>
                <w:szCs w:val="24"/>
              </w:rPr>
              <w:t xml:space="preserve"> мерам</w:t>
            </w:r>
          </w:p>
        </w:tc>
        <w:tc>
          <w:tcPr>
            <w:tcW w:w="2127" w:type="dxa"/>
          </w:tcPr>
          <w:p w:rsidR="00475108" w:rsidRDefault="00475108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</w:t>
            </w:r>
            <w:r w:rsidR="007E636A">
              <w:rPr>
                <w:sz w:val="24"/>
                <w:szCs w:val="24"/>
              </w:rPr>
              <w:t>ения</w:t>
            </w:r>
          </w:p>
        </w:tc>
        <w:tc>
          <w:tcPr>
            <w:tcW w:w="2659" w:type="dxa"/>
          </w:tcPr>
          <w:p w:rsidR="00475108" w:rsidRDefault="007E636A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исполнение</w:t>
            </w:r>
          </w:p>
        </w:tc>
      </w:tr>
      <w:tr w:rsidR="00475108" w:rsidTr="00400822">
        <w:tc>
          <w:tcPr>
            <w:tcW w:w="675" w:type="dxa"/>
          </w:tcPr>
          <w:p w:rsidR="00475108" w:rsidRDefault="007E636A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75108" w:rsidRDefault="007E636A" w:rsidP="007E636A">
            <w:pPr>
              <w:tabs>
                <w:tab w:val="left" w:pos="3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по теме «Правовое просвещение и формирование основ законопослушного поведения обучающихся»</w:t>
            </w:r>
          </w:p>
        </w:tc>
        <w:tc>
          <w:tcPr>
            <w:tcW w:w="2127" w:type="dxa"/>
          </w:tcPr>
          <w:p w:rsidR="00475108" w:rsidRDefault="007E636A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декабря</w:t>
            </w:r>
          </w:p>
        </w:tc>
        <w:tc>
          <w:tcPr>
            <w:tcW w:w="2659" w:type="dxa"/>
          </w:tcPr>
          <w:p w:rsidR="00475108" w:rsidRDefault="007E636A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руководители </w:t>
            </w:r>
          </w:p>
        </w:tc>
      </w:tr>
      <w:tr w:rsidR="007E636A" w:rsidTr="00400822">
        <w:tc>
          <w:tcPr>
            <w:tcW w:w="675" w:type="dxa"/>
          </w:tcPr>
          <w:p w:rsidR="007E636A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7E636A" w:rsidRDefault="007E636A" w:rsidP="007E636A">
            <w:pPr>
              <w:tabs>
                <w:tab w:val="left" w:pos="3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налоговой грамотности  (встреча со специалистом налоговой службы)</w:t>
            </w:r>
          </w:p>
        </w:tc>
        <w:tc>
          <w:tcPr>
            <w:tcW w:w="2127" w:type="dxa"/>
          </w:tcPr>
          <w:p w:rsidR="007E636A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E636A">
              <w:rPr>
                <w:sz w:val="24"/>
                <w:szCs w:val="24"/>
              </w:rPr>
              <w:t xml:space="preserve">5 декабря </w:t>
            </w:r>
          </w:p>
        </w:tc>
        <w:tc>
          <w:tcPr>
            <w:tcW w:w="2659" w:type="dxa"/>
          </w:tcPr>
          <w:p w:rsidR="007E636A" w:rsidRDefault="007E636A" w:rsidP="007E636A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7E636A" w:rsidRDefault="007E636A" w:rsidP="007E636A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А.А.,</w:t>
            </w:r>
          </w:p>
        </w:tc>
      </w:tr>
      <w:tr w:rsidR="00400822" w:rsidTr="00400822">
        <w:tc>
          <w:tcPr>
            <w:tcW w:w="675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400822" w:rsidRDefault="00400822" w:rsidP="00464875">
            <w:pPr>
              <w:tabs>
                <w:tab w:val="left" w:pos="3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рисунков «Мои права в рисунках  </w:t>
            </w:r>
          </w:p>
        </w:tc>
        <w:tc>
          <w:tcPr>
            <w:tcW w:w="2127" w:type="dxa"/>
          </w:tcPr>
          <w:p w:rsidR="00400822" w:rsidRDefault="00400822" w:rsidP="00464875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декабря </w:t>
            </w:r>
          </w:p>
        </w:tc>
        <w:tc>
          <w:tcPr>
            <w:tcW w:w="2659" w:type="dxa"/>
          </w:tcPr>
          <w:p w:rsidR="00400822" w:rsidRDefault="00400822" w:rsidP="007E636A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sz w:val="24"/>
                <w:szCs w:val="24"/>
              </w:rPr>
              <w:t>ИЗО</w:t>
            </w:r>
            <w:proofErr w:type="gramEnd"/>
            <w:r>
              <w:rPr>
                <w:sz w:val="24"/>
                <w:szCs w:val="24"/>
              </w:rPr>
              <w:t xml:space="preserve"> Благовещенская О.А.</w:t>
            </w:r>
          </w:p>
        </w:tc>
      </w:tr>
      <w:tr w:rsidR="00400822" w:rsidTr="00400822">
        <w:tc>
          <w:tcPr>
            <w:tcW w:w="675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400822" w:rsidRDefault="00400822" w:rsidP="007E636A">
            <w:pPr>
              <w:tabs>
                <w:tab w:val="left" w:pos="3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по теме: «Понятие коррупции, ее вред, основные методы, борьбы с ней»</w:t>
            </w:r>
          </w:p>
        </w:tc>
        <w:tc>
          <w:tcPr>
            <w:tcW w:w="2127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декабря</w:t>
            </w:r>
          </w:p>
        </w:tc>
        <w:tc>
          <w:tcPr>
            <w:tcW w:w="2659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УР </w:t>
            </w:r>
          </w:p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 И.В.</w:t>
            </w:r>
          </w:p>
        </w:tc>
      </w:tr>
      <w:tr w:rsidR="00400822" w:rsidTr="00400822">
        <w:tc>
          <w:tcPr>
            <w:tcW w:w="675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400822" w:rsidRDefault="00185FEA" w:rsidP="00185FEA">
            <w:pPr>
              <w:tabs>
                <w:tab w:val="left" w:pos="3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совет. Анализ расходования бюджетных и внебюджетных средств. Рассмотрено п</w:t>
            </w:r>
            <w:r w:rsidR="00400822">
              <w:rPr>
                <w:sz w:val="24"/>
                <w:szCs w:val="24"/>
              </w:rPr>
              <w:t xml:space="preserve">онятие </w:t>
            </w:r>
            <w:r>
              <w:rPr>
                <w:sz w:val="24"/>
                <w:szCs w:val="24"/>
              </w:rPr>
              <w:t>«коррупция»</w:t>
            </w:r>
            <w:r w:rsidR="00400822">
              <w:rPr>
                <w:sz w:val="24"/>
                <w:szCs w:val="24"/>
              </w:rPr>
              <w:t>, ее вред, основные методы, борьбы с ней</w:t>
            </w:r>
          </w:p>
        </w:tc>
        <w:tc>
          <w:tcPr>
            <w:tcW w:w="2127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декабря </w:t>
            </w:r>
          </w:p>
        </w:tc>
        <w:tc>
          <w:tcPr>
            <w:tcW w:w="2659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Кульшина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400822" w:rsidTr="00400822">
        <w:tc>
          <w:tcPr>
            <w:tcW w:w="675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400822" w:rsidRDefault="00400822" w:rsidP="007E636A">
            <w:pPr>
              <w:tabs>
                <w:tab w:val="left" w:pos="3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Декада правовых знаний </w:t>
            </w:r>
          </w:p>
        </w:tc>
        <w:tc>
          <w:tcPr>
            <w:tcW w:w="2127" w:type="dxa"/>
          </w:tcPr>
          <w:p w:rsidR="00400822" w:rsidRDefault="00400822" w:rsidP="00475108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409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 по 12 декабря</w:t>
            </w:r>
          </w:p>
        </w:tc>
        <w:tc>
          <w:tcPr>
            <w:tcW w:w="2659" w:type="dxa"/>
          </w:tcPr>
          <w:p w:rsidR="00400822" w:rsidRDefault="00400822" w:rsidP="00400822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400822" w:rsidRDefault="00400822" w:rsidP="00400822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А.А.,</w:t>
            </w:r>
          </w:p>
          <w:p w:rsidR="00400822" w:rsidRDefault="00400822" w:rsidP="00400822">
            <w:pPr>
              <w:tabs>
                <w:tab w:val="left" w:pos="347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</w:t>
            </w:r>
            <w:proofErr w:type="spellStart"/>
            <w:r>
              <w:rPr>
                <w:sz w:val="24"/>
                <w:szCs w:val="24"/>
              </w:rPr>
              <w:t>Сивкова</w:t>
            </w:r>
            <w:proofErr w:type="spellEnd"/>
            <w:r>
              <w:rPr>
                <w:sz w:val="24"/>
                <w:szCs w:val="24"/>
              </w:rPr>
              <w:t xml:space="preserve"> И.П.</w:t>
            </w:r>
          </w:p>
        </w:tc>
      </w:tr>
    </w:tbl>
    <w:p w:rsidR="00E409A3" w:rsidRDefault="00E409A3" w:rsidP="00475108">
      <w:pPr>
        <w:tabs>
          <w:tab w:val="left" w:pos="347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09A3" w:rsidRDefault="00E409A3" w:rsidP="00E409A3">
      <w:pPr>
        <w:rPr>
          <w:rFonts w:ascii="Times New Roman" w:hAnsi="Times New Roman" w:cs="Times New Roman"/>
          <w:sz w:val="24"/>
          <w:szCs w:val="24"/>
        </w:rPr>
      </w:pPr>
    </w:p>
    <w:p w:rsidR="00E409A3" w:rsidRDefault="00E409A3" w:rsidP="00E409A3">
      <w:pPr>
        <w:rPr>
          <w:rFonts w:ascii="Times New Roman" w:hAnsi="Times New Roman" w:cs="Times New Roman"/>
          <w:sz w:val="24"/>
          <w:szCs w:val="24"/>
        </w:rPr>
      </w:pPr>
    </w:p>
    <w:p w:rsidR="00475108" w:rsidRPr="00E409A3" w:rsidRDefault="00E409A3" w:rsidP="00E409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«СОШ №21»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Кульшина</w:t>
      </w:r>
      <w:proofErr w:type="spellEnd"/>
    </w:p>
    <w:sectPr w:rsidR="00475108" w:rsidRPr="00E4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475108"/>
    <w:rsid w:val="00185FEA"/>
    <w:rsid w:val="00400822"/>
    <w:rsid w:val="00475108"/>
    <w:rsid w:val="007E636A"/>
    <w:rsid w:val="00E409A3"/>
    <w:rsid w:val="00F15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91223-08BC-4191-919B-7A0C57B4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№21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lebedeva</dc:creator>
  <cp:keywords/>
  <dc:description/>
  <cp:lastModifiedBy>lebedeva</cp:lastModifiedBy>
  <cp:revision>3</cp:revision>
  <cp:lastPrinted>2014-12-18T13:01:00Z</cp:lastPrinted>
  <dcterms:created xsi:type="dcterms:W3CDTF">2014-12-18T12:22:00Z</dcterms:created>
  <dcterms:modified xsi:type="dcterms:W3CDTF">2014-12-18T13:04:00Z</dcterms:modified>
</cp:coreProperties>
</file>